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33515F6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429B3">
        <w:rPr>
          <w:rFonts w:ascii="Corbel" w:hAnsi="Corbel"/>
          <w:i/>
          <w:smallCaps/>
          <w:sz w:val="24"/>
          <w:szCs w:val="24"/>
        </w:rPr>
        <w:t>2019-2022</w:t>
      </w:r>
    </w:p>
    <w:p w14:paraId="6318E983" w14:textId="754B1EAF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A429B3">
        <w:rPr>
          <w:rFonts w:ascii="Corbel" w:hAnsi="Corbel"/>
          <w:sz w:val="20"/>
          <w:szCs w:val="20"/>
        </w:rPr>
        <w:t>1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A429B3">
        <w:rPr>
          <w:rFonts w:ascii="Corbel" w:hAnsi="Corbel"/>
          <w:sz w:val="20"/>
          <w:szCs w:val="20"/>
        </w:rPr>
        <w:t>2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98C70C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E/I/EP/C-1.14c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CF886D1" w:rsidR="0085747A" w:rsidRPr="00A277DF" w:rsidRDefault="00A27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7D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AB3EF1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1EFA0004" w:rsidR="00015B8F" w:rsidRPr="009C54AE" w:rsidRDefault="00A42653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795907B" w:rsidR="00015B8F" w:rsidRPr="009C54AE" w:rsidRDefault="00A27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07B26E9C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3D5A2019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33A7D46" w:rsidR="0085747A" w:rsidRPr="009C54AE" w:rsidRDefault="00A277D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34B59CEB" w:rsidR="00C61DC5" w:rsidRPr="009C54AE" w:rsidRDefault="00A277D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4512D3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B6E3A3A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A. Postuła, J. Majczyk,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C3D54" w14:textId="77777777" w:rsidR="00975E89" w:rsidRDefault="00975E89" w:rsidP="00C16ABF">
      <w:pPr>
        <w:spacing w:after="0" w:line="240" w:lineRule="auto"/>
      </w:pPr>
      <w:r>
        <w:separator/>
      </w:r>
    </w:p>
  </w:endnote>
  <w:endnote w:type="continuationSeparator" w:id="0">
    <w:p w14:paraId="1AB56908" w14:textId="77777777" w:rsidR="00975E89" w:rsidRDefault="00975E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831D0" w14:textId="77777777" w:rsidR="00975E89" w:rsidRDefault="00975E89" w:rsidP="00C16ABF">
      <w:pPr>
        <w:spacing w:after="0" w:line="240" w:lineRule="auto"/>
      </w:pPr>
      <w:r>
        <w:separator/>
      </w:r>
    </w:p>
  </w:footnote>
  <w:footnote w:type="continuationSeparator" w:id="0">
    <w:p w14:paraId="4DC043A5" w14:textId="77777777" w:rsidR="00975E89" w:rsidRDefault="00975E8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75E89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D61BE"/>
    <w:rsid w:val="009E0543"/>
    <w:rsid w:val="009E3B41"/>
    <w:rsid w:val="009F3C5C"/>
    <w:rsid w:val="009F4610"/>
    <w:rsid w:val="00A00ECC"/>
    <w:rsid w:val="00A14001"/>
    <w:rsid w:val="00A155EE"/>
    <w:rsid w:val="00A2245B"/>
    <w:rsid w:val="00A277DF"/>
    <w:rsid w:val="00A30110"/>
    <w:rsid w:val="00A36899"/>
    <w:rsid w:val="00A371F6"/>
    <w:rsid w:val="00A4086E"/>
    <w:rsid w:val="00A42653"/>
    <w:rsid w:val="00A429B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1E6B0-D8A8-4F88-89F8-BDC8D31DF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3BD607-CC01-45F5-A701-E9E1D9B2C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1042</Words>
  <Characters>6254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2020-10-24T20:19:00Z</dcterms:created>
  <dcterms:modified xsi:type="dcterms:W3CDTF">2020-12-10T06:36:00Z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